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382" w:rsidRPr="000D0476" w:rsidRDefault="00B37382"/>
    <w:p w:rsidR="00B37382" w:rsidRPr="000D0476" w:rsidRDefault="00B37382" w:rsidP="007A70FB">
      <w:pPr>
        <w:spacing w:line="560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 w:rsidRPr="000D0476">
        <w:rPr>
          <w:rFonts w:ascii="方正小标宋简体" w:eastAsia="方正小标宋简体" w:hint="eastAsia"/>
          <w:bCs/>
          <w:spacing w:val="-4"/>
          <w:sz w:val="44"/>
          <w:szCs w:val="44"/>
        </w:rPr>
        <w:t>山西省邮政管理局</w:t>
      </w:r>
    </w:p>
    <w:p w:rsidR="00B37382" w:rsidRPr="000D0476" w:rsidRDefault="00B37382" w:rsidP="007A70FB">
      <w:pPr>
        <w:spacing w:line="560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 w:rsidRPr="000D0476">
        <w:rPr>
          <w:rFonts w:ascii="方正小标宋简体" w:eastAsia="方正小标宋简体"/>
          <w:bCs/>
          <w:spacing w:val="-4"/>
          <w:sz w:val="44"/>
          <w:szCs w:val="44"/>
        </w:rPr>
        <w:t>2017</w:t>
      </w:r>
      <w:r w:rsidRPr="000D0476">
        <w:rPr>
          <w:rFonts w:ascii="方正小标宋简体" w:eastAsia="方正小标宋简体" w:hint="eastAsia"/>
          <w:bCs/>
          <w:spacing w:val="-4"/>
          <w:sz w:val="44"/>
          <w:szCs w:val="44"/>
        </w:rPr>
        <w:t>年拟录用人员公示公告</w:t>
      </w:r>
    </w:p>
    <w:p w:rsidR="00B37382" w:rsidRPr="000D0476" w:rsidRDefault="00B37382" w:rsidP="007A70FB">
      <w:pPr>
        <w:spacing w:line="560" w:lineRule="exact"/>
        <w:rPr>
          <w:rFonts w:eastAsia="仿宋_GB2312"/>
          <w:bCs/>
          <w:sz w:val="32"/>
          <w:szCs w:val="32"/>
        </w:rPr>
      </w:pPr>
    </w:p>
    <w:p w:rsidR="00B37382" w:rsidRPr="000D0476" w:rsidRDefault="00B37382" w:rsidP="007A70F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根据</w:t>
      </w:r>
      <w:r w:rsidRPr="000D0476">
        <w:rPr>
          <w:rFonts w:ascii="仿宋_GB2312" w:eastAsia="仿宋_GB2312" w:hAnsi="仿宋_GB2312" w:cs="宋体"/>
          <w:kern w:val="0"/>
          <w:sz w:val="32"/>
          <w:szCs w:val="20"/>
        </w:rPr>
        <w:t>2017</w:t>
      </w: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年度中央机关及其直属机构考试录用公务员工作有关要求，经过笔试、面试、体检和考察等程序，确定王颖等</w:t>
      </w:r>
      <w:r w:rsidRPr="000D0476">
        <w:rPr>
          <w:rFonts w:ascii="仿宋_GB2312" w:eastAsia="仿宋_GB2312" w:hAnsi="仿宋_GB2312" w:cs="宋体"/>
          <w:kern w:val="0"/>
          <w:sz w:val="32"/>
          <w:szCs w:val="20"/>
        </w:rPr>
        <w:t>3</w:t>
      </w: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名同志为山西省邮政管理局拟录用人员，现予以公示。公示期间如有问题，请向山西省邮政管理局人事处反映。</w:t>
      </w:r>
    </w:p>
    <w:p w:rsidR="00B37382" w:rsidRPr="000D0476" w:rsidRDefault="00B37382" w:rsidP="007A70F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公示时间：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2017"/>
        </w:smartTagP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23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  <w:r w:rsidRPr="000D0476">
        <w:rPr>
          <w:rFonts w:ascii="仿宋_GB2312" w:eastAsia="仿宋_GB2312" w:hAnsi="仿宋_GB2312" w:cs="宋体"/>
          <w:kern w:val="0"/>
          <w:sz w:val="32"/>
          <w:szCs w:val="20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5"/>
          <w:attr w:name="Year" w:val="2017"/>
        </w:smartTagP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27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B37382" w:rsidRPr="000D0476" w:rsidRDefault="00B37382" w:rsidP="007A70F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监督电话：</w:t>
      </w:r>
      <w:r w:rsidRPr="000D0476">
        <w:rPr>
          <w:rFonts w:ascii="仿宋_GB2312" w:eastAsia="仿宋_GB2312" w:hAnsi="仿宋_GB2312" w:cs="宋体"/>
          <w:kern w:val="0"/>
          <w:sz w:val="32"/>
          <w:szCs w:val="20"/>
        </w:rPr>
        <w:t>0351-8829808</w:t>
      </w:r>
    </w:p>
    <w:p w:rsidR="00B37382" w:rsidRPr="000D0476" w:rsidRDefault="00B37382" w:rsidP="007A70FB">
      <w:pPr>
        <w:widowControl/>
        <w:spacing w:line="560" w:lineRule="exact"/>
        <w:ind w:leftChars="304" w:left="2238" w:hangingChars="500" w:hanging="160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联系地址：山西省太原市迎泽区并州北路</w:t>
      </w:r>
      <w:r w:rsidRPr="000D0476">
        <w:rPr>
          <w:rFonts w:ascii="仿宋_GB2312" w:eastAsia="仿宋_GB2312" w:hAnsi="仿宋_GB2312" w:cs="宋体"/>
          <w:kern w:val="0"/>
          <w:sz w:val="32"/>
          <w:szCs w:val="20"/>
        </w:rPr>
        <w:t>2</w:t>
      </w: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号邮政大厦</w:t>
      </w:r>
    </w:p>
    <w:p w:rsidR="00B37382" w:rsidRPr="000D0476" w:rsidRDefault="00B37382" w:rsidP="007A70F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邮政编码：</w:t>
      </w:r>
      <w:r w:rsidRPr="000D0476">
        <w:rPr>
          <w:rFonts w:ascii="仿宋_GB2312" w:eastAsia="仿宋_GB2312" w:hAnsi="仿宋_GB2312" w:cs="宋体"/>
          <w:kern w:val="0"/>
          <w:sz w:val="32"/>
          <w:szCs w:val="20"/>
        </w:rPr>
        <w:t>030001</w:t>
      </w:r>
    </w:p>
    <w:p w:rsidR="00B37382" w:rsidRPr="000D0476" w:rsidRDefault="00B37382" w:rsidP="007A70FB">
      <w:pPr>
        <w:widowControl/>
        <w:spacing w:line="560" w:lineRule="exact"/>
        <w:ind w:right="800"/>
        <w:jc w:val="righ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B37382" w:rsidRPr="000D0476" w:rsidRDefault="00B37382" w:rsidP="007A70FB">
      <w:pPr>
        <w:widowControl/>
        <w:spacing w:line="560" w:lineRule="exact"/>
        <w:ind w:right="800"/>
        <w:jc w:val="right"/>
        <w:rPr>
          <w:rFonts w:ascii="仿宋_GB2312" w:eastAsia="仿宋_GB2312" w:hAnsi="仿宋_GB2312" w:cs="宋体"/>
          <w:kern w:val="0"/>
          <w:sz w:val="32"/>
          <w:szCs w:val="20"/>
        </w:rPr>
      </w:pPr>
      <w:r w:rsidRPr="000D0476">
        <w:rPr>
          <w:rFonts w:ascii="仿宋_GB2312" w:eastAsia="仿宋_GB2312" w:hAnsi="仿宋_GB2312" w:cs="宋体" w:hint="eastAsia"/>
          <w:kern w:val="0"/>
          <w:sz w:val="32"/>
          <w:szCs w:val="20"/>
        </w:rPr>
        <w:t>山西省邮政管理局</w:t>
      </w:r>
    </w:p>
    <w:p w:rsidR="00B37382" w:rsidRPr="000D0476" w:rsidRDefault="00B37382" w:rsidP="007A70FB">
      <w:pPr>
        <w:spacing w:line="560" w:lineRule="exact"/>
        <w:ind w:firstLineChars="1700" w:firstLine="5440"/>
        <w:rPr>
          <w:rFonts w:ascii="仿宋_GB2312" w:eastAsia="仿宋_GB2312" w:hAnsi="仿宋_GB2312" w:cs="宋体"/>
          <w:kern w:val="0"/>
          <w:sz w:val="32"/>
          <w:szCs w:val="2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2017"/>
        </w:smartTagP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0D0476">
          <w:rPr>
            <w:rFonts w:ascii="仿宋_GB2312" w:eastAsia="仿宋_GB2312" w:hAnsi="仿宋_GB2312" w:cs="宋体"/>
            <w:kern w:val="0"/>
            <w:sz w:val="32"/>
            <w:szCs w:val="20"/>
          </w:rPr>
          <w:t>23</w:t>
        </w:r>
        <w:bookmarkStart w:id="0" w:name="_GoBack"/>
        <w:bookmarkEnd w:id="0"/>
        <w:r w:rsidRPr="000D0476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B37382" w:rsidRPr="000D0476" w:rsidRDefault="00B37382" w:rsidP="007A70FB">
      <w:pPr>
        <w:widowControl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</w:p>
    <w:p w:rsidR="00B37382" w:rsidRPr="000D0476" w:rsidRDefault="00B37382" w:rsidP="007A70FB">
      <w:pPr>
        <w:widowControl/>
        <w:spacing w:line="560" w:lineRule="exact"/>
        <w:jc w:val="left"/>
        <w:rPr>
          <w:rFonts w:eastAsia="仿宋_GB2312"/>
          <w:kern w:val="0"/>
          <w:sz w:val="32"/>
          <w:szCs w:val="32"/>
        </w:rPr>
      </w:pPr>
    </w:p>
    <w:p w:rsidR="00B37382" w:rsidRPr="000D0476" w:rsidRDefault="00B37382" w:rsidP="007A70FB">
      <w:pPr>
        <w:widowControl/>
        <w:spacing w:line="560" w:lineRule="exact"/>
        <w:jc w:val="left"/>
        <w:rPr>
          <w:rFonts w:eastAsia="仿宋_GB2312"/>
          <w:kern w:val="0"/>
          <w:sz w:val="32"/>
          <w:szCs w:val="32"/>
        </w:rPr>
      </w:pPr>
    </w:p>
    <w:p w:rsidR="00B37382" w:rsidRPr="000D0476" w:rsidRDefault="00B37382" w:rsidP="007A70FB">
      <w:pPr>
        <w:widowControl/>
        <w:spacing w:line="560" w:lineRule="exact"/>
        <w:jc w:val="left"/>
        <w:rPr>
          <w:rFonts w:eastAsia="仿宋_GB2312"/>
          <w:kern w:val="0"/>
          <w:sz w:val="32"/>
          <w:szCs w:val="32"/>
        </w:rPr>
      </w:pPr>
    </w:p>
    <w:p w:rsidR="00B37382" w:rsidRPr="000D0476" w:rsidRDefault="00B37382">
      <w:pPr>
        <w:widowControl/>
        <w:jc w:val="left"/>
        <w:rPr>
          <w:rFonts w:eastAsia="仿宋_GB2312"/>
          <w:kern w:val="0"/>
          <w:sz w:val="32"/>
          <w:szCs w:val="32"/>
        </w:rPr>
      </w:pPr>
    </w:p>
    <w:p w:rsidR="00B37382" w:rsidRPr="000D0476" w:rsidRDefault="00B37382">
      <w:pPr>
        <w:widowControl/>
        <w:jc w:val="left"/>
        <w:rPr>
          <w:rFonts w:eastAsia="仿宋_GB2312"/>
          <w:kern w:val="0"/>
          <w:sz w:val="32"/>
          <w:szCs w:val="32"/>
        </w:rPr>
      </w:pPr>
    </w:p>
    <w:p w:rsidR="00B37382" w:rsidRPr="000D0476" w:rsidRDefault="00B37382">
      <w:pPr>
        <w:widowControl/>
        <w:jc w:val="left"/>
        <w:rPr>
          <w:rFonts w:eastAsia="仿宋_GB2312"/>
          <w:kern w:val="0"/>
          <w:sz w:val="32"/>
          <w:szCs w:val="32"/>
        </w:rPr>
      </w:pPr>
    </w:p>
    <w:p w:rsidR="00B37382" w:rsidRPr="000D0476" w:rsidRDefault="00B37382">
      <w:pPr>
        <w:widowControl/>
        <w:jc w:val="left"/>
        <w:rPr>
          <w:rFonts w:eastAsia="仿宋_GB2312"/>
          <w:kern w:val="0"/>
          <w:sz w:val="32"/>
          <w:szCs w:val="32"/>
        </w:rPr>
        <w:sectPr w:rsidR="00B37382" w:rsidRPr="000D0476">
          <w:footerReference w:type="even" r:id="rId6"/>
          <w:footerReference w:type="default" r:id="rId7"/>
          <w:pgSz w:w="11906" w:h="16838"/>
          <w:pgMar w:top="1429" w:right="1531" w:bottom="567" w:left="1531" w:header="851" w:footer="992" w:gutter="0"/>
          <w:cols w:space="720"/>
          <w:titlePg/>
          <w:docGrid w:type="lines" w:linePitch="312"/>
        </w:sectPr>
      </w:pPr>
    </w:p>
    <w:p w:rsidR="00B37382" w:rsidRPr="000D0476" w:rsidRDefault="00B37382" w:rsidP="0052085F">
      <w:pPr>
        <w:widowControl/>
        <w:jc w:val="left"/>
        <w:rPr>
          <w:b/>
          <w:bCs/>
          <w:sz w:val="44"/>
          <w:szCs w:val="44"/>
        </w:rPr>
      </w:pPr>
      <w:r w:rsidRPr="000D0476">
        <w:rPr>
          <w:rFonts w:eastAsia="仿宋_GB2312" w:hint="eastAsia"/>
          <w:kern w:val="0"/>
          <w:sz w:val="32"/>
          <w:szCs w:val="32"/>
        </w:rPr>
        <w:t>附表</w:t>
      </w:r>
    </w:p>
    <w:p w:rsidR="00B37382" w:rsidRPr="000D0476" w:rsidRDefault="00B37382" w:rsidP="0052085F">
      <w:pPr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0D047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山西省邮政管理局</w:t>
      </w:r>
      <w:r w:rsidRPr="000D0476">
        <w:rPr>
          <w:rFonts w:ascii="方正小标宋简体" w:eastAsia="方正小标宋简体" w:hAnsi="宋体" w:cs="宋体"/>
          <w:bCs/>
          <w:kern w:val="0"/>
          <w:sz w:val="36"/>
          <w:szCs w:val="36"/>
        </w:rPr>
        <w:t>2017</w:t>
      </w:r>
      <w:r w:rsidRPr="000D047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年拟录用人员名单</w:t>
      </w:r>
    </w:p>
    <w:tbl>
      <w:tblPr>
        <w:tblW w:w="0" w:type="auto"/>
        <w:tblInd w:w="5" w:type="dxa"/>
        <w:tblLayout w:type="fixed"/>
        <w:tblLook w:val="0000"/>
      </w:tblPr>
      <w:tblGrid>
        <w:gridCol w:w="1946"/>
        <w:gridCol w:w="992"/>
        <w:gridCol w:w="709"/>
        <w:gridCol w:w="1843"/>
        <w:gridCol w:w="1701"/>
        <w:gridCol w:w="1276"/>
        <w:gridCol w:w="4819"/>
        <w:gridCol w:w="1134"/>
      </w:tblGrid>
      <w:tr w:rsidR="00B37382" w:rsidRPr="000D0476" w:rsidTr="00BE6429">
        <w:trPr>
          <w:trHeight w:val="870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拟录用职位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准考证号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工作经历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B37382" w:rsidRPr="000D0476" w:rsidTr="00BE6429">
        <w:trPr>
          <w:trHeight w:val="1119"/>
        </w:trPr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hint="eastAsia"/>
                <w:szCs w:val="21"/>
              </w:rPr>
              <w:t>太原市邮政管理</w:t>
            </w:r>
            <w:r w:rsidRPr="000D0476">
              <w:rPr>
                <w:rFonts w:ascii="宋体" w:hAnsi="宋体"/>
                <w:szCs w:val="21"/>
              </w:rPr>
              <w:t xml:space="preserve"> </w:t>
            </w:r>
            <w:r w:rsidRPr="000D0476">
              <w:rPr>
                <w:rFonts w:ascii="宋体" w:hAnsi="宋体" w:hint="eastAsia"/>
                <w:szCs w:val="21"/>
              </w:rPr>
              <w:t>局主任科员以下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 w:hint="eastAsia"/>
                <w:kern w:val="0"/>
                <w:szCs w:val="21"/>
              </w:rPr>
              <w:t>王</w:t>
            </w:r>
            <w:r w:rsidRPr="000D0476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颖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>872214124720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大学本科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天津师范大学塘沽学院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40BB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 xml:space="preserve">2013.08-2014.07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阳泉市经济信息中心</w:t>
            </w:r>
            <w:r w:rsidRPr="000D0476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（见习）</w:t>
            </w:r>
          </w:p>
          <w:p w:rsidR="00B37382" w:rsidRPr="000D0476" w:rsidRDefault="00B37382" w:rsidP="00C840BB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>2015.10-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至今</w:t>
            </w:r>
            <w:r w:rsidRPr="000D0476"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阳泉市百思维教育培训中心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37382" w:rsidRPr="000D0476" w:rsidTr="00BE6429">
        <w:trPr>
          <w:trHeight w:val="1316"/>
        </w:trPr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hint="eastAsia"/>
                <w:szCs w:val="21"/>
              </w:rPr>
              <w:t>大同市邮政管理局主任科员以下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 w:hint="eastAsia"/>
                <w:kern w:val="0"/>
                <w:szCs w:val="21"/>
              </w:rPr>
              <w:t>王</w:t>
            </w:r>
            <w:r w:rsidRPr="000D0476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伟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>872215265628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大学本科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内蒙古财经大学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DF61AA">
            <w:pPr>
              <w:widowControl/>
              <w:ind w:left="1785" w:hangingChars="850" w:hanging="1785"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 xml:space="preserve">2013.08-2014.09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内蒙古自治区杭锦旗独贵塔拉镇三支一扶岗位</w:t>
            </w:r>
          </w:p>
          <w:p w:rsidR="00B37382" w:rsidRPr="000D0476" w:rsidRDefault="00B37382" w:rsidP="00DF61AA">
            <w:pPr>
              <w:widowControl/>
              <w:ind w:left="1785" w:hangingChars="850" w:hanging="1785"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 xml:space="preserve">2014.09-2015.11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内蒙古自治区和林格尔县人民检察院</w:t>
            </w:r>
            <w:r w:rsidRPr="000D0476">
              <w:rPr>
                <w:rFonts w:ascii="宋体" w:cs="宋体"/>
                <w:kern w:val="0"/>
                <w:szCs w:val="21"/>
              </w:rPr>
              <w:t> </w:t>
            </w:r>
          </w:p>
          <w:p w:rsidR="00B37382" w:rsidRPr="000D0476" w:rsidRDefault="00B37382" w:rsidP="00DF61AA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 xml:space="preserve">2015.11-2016.05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待业</w:t>
            </w:r>
          </w:p>
          <w:p w:rsidR="00B37382" w:rsidRPr="000D0476" w:rsidRDefault="00B37382" w:rsidP="00DF61AA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 xml:space="preserve">2016.05-2017.04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内蒙古千易教育咨询有限公司</w:t>
            </w:r>
          </w:p>
          <w:p w:rsidR="00B37382" w:rsidRPr="000D0476" w:rsidRDefault="00B37382" w:rsidP="00DF61AA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37382" w:rsidRPr="000D0476" w:rsidTr="00BE6429">
        <w:trPr>
          <w:trHeight w:val="1252"/>
        </w:trPr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hint="eastAsia"/>
                <w:szCs w:val="21"/>
              </w:rPr>
              <w:t>忻州市邮政管理局主任科员以下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 w:hint="eastAsia"/>
                <w:kern w:val="0"/>
                <w:szCs w:val="21"/>
              </w:rPr>
              <w:t>雷金钰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>872214100516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大学本科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C8352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0D0476">
              <w:rPr>
                <w:rFonts w:ascii="宋体" w:hAnsi="宋体" w:cs="宋体" w:hint="eastAsia"/>
                <w:kern w:val="0"/>
                <w:sz w:val="24"/>
              </w:rPr>
              <w:t>吉林工程技术师范学院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382" w:rsidRPr="000D0476" w:rsidRDefault="00B37382" w:rsidP="004C3A7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 xml:space="preserve">2012.03-2014.11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西安宇润信息技术有限公司</w:t>
            </w:r>
          </w:p>
          <w:p w:rsidR="00B37382" w:rsidRPr="000D0476" w:rsidRDefault="00B37382" w:rsidP="001F45D3">
            <w:pPr>
              <w:widowControl/>
              <w:ind w:left="1785" w:hangingChars="850" w:hanging="1785"/>
              <w:jc w:val="left"/>
              <w:rPr>
                <w:rFonts w:ascii="宋体" w:cs="宋体"/>
                <w:b/>
                <w:kern w:val="0"/>
                <w:szCs w:val="21"/>
              </w:rPr>
            </w:pPr>
            <w:r w:rsidRPr="000D0476">
              <w:rPr>
                <w:rFonts w:ascii="宋体" w:hAnsi="宋体" w:cs="宋体"/>
                <w:kern w:val="0"/>
                <w:szCs w:val="21"/>
              </w:rPr>
              <w:t>2014.12-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至今</w:t>
            </w:r>
            <w:r w:rsidRPr="000D0476"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 w:rsidRPr="000D0476">
              <w:rPr>
                <w:rFonts w:ascii="宋体" w:hAnsi="宋体" w:cs="宋体" w:hint="eastAsia"/>
                <w:kern w:val="0"/>
                <w:szCs w:val="21"/>
              </w:rPr>
              <w:t>山西省汾阳市石庄镇政府购买公共服务岗位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382" w:rsidRPr="000D0476" w:rsidRDefault="00B37382" w:rsidP="004972B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B37382" w:rsidRPr="000D0476" w:rsidRDefault="00B37382" w:rsidP="00501C20">
      <w:pPr>
        <w:spacing w:line="700" w:lineRule="exact"/>
        <w:rPr>
          <w:rFonts w:ascii="黑体" w:eastAsia="黑体" w:hAnsi="黑体" w:cs="黑体"/>
          <w:bCs/>
          <w:sz w:val="32"/>
          <w:szCs w:val="32"/>
        </w:rPr>
      </w:pPr>
    </w:p>
    <w:sectPr w:rsidR="00B37382" w:rsidRPr="000D0476" w:rsidSect="00C8352D">
      <w:pgSz w:w="16838" w:h="11906" w:orient="landscape"/>
      <w:pgMar w:top="1531" w:right="567" w:bottom="1531" w:left="1429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382" w:rsidRDefault="00B37382">
      <w:r>
        <w:separator/>
      </w:r>
    </w:p>
  </w:endnote>
  <w:endnote w:type="continuationSeparator" w:id="0">
    <w:p w:rsidR="00B37382" w:rsidRDefault="00B37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382" w:rsidRDefault="00B3738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B37382" w:rsidRDefault="00B37382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382" w:rsidRDefault="00B3738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37382" w:rsidRDefault="00B3738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382" w:rsidRDefault="00B37382">
      <w:r>
        <w:separator/>
      </w:r>
    </w:p>
  </w:footnote>
  <w:footnote w:type="continuationSeparator" w:id="0">
    <w:p w:rsidR="00B37382" w:rsidRDefault="00B373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D0476"/>
    <w:rsid w:val="000E3858"/>
    <w:rsid w:val="00167D6A"/>
    <w:rsid w:val="00172A27"/>
    <w:rsid w:val="001F45D3"/>
    <w:rsid w:val="001F64EC"/>
    <w:rsid w:val="00204250"/>
    <w:rsid w:val="00216066"/>
    <w:rsid w:val="00293BAC"/>
    <w:rsid w:val="002B6A0B"/>
    <w:rsid w:val="002D376A"/>
    <w:rsid w:val="00382362"/>
    <w:rsid w:val="00393FB6"/>
    <w:rsid w:val="003D06F0"/>
    <w:rsid w:val="003E1270"/>
    <w:rsid w:val="004142E6"/>
    <w:rsid w:val="0041483D"/>
    <w:rsid w:val="0043440F"/>
    <w:rsid w:val="00444C8E"/>
    <w:rsid w:val="0045337C"/>
    <w:rsid w:val="00455222"/>
    <w:rsid w:val="00456D98"/>
    <w:rsid w:val="00481DD0"/>
    <w:rsid w:val="004972B0"/>
    <w:rsid w:val="004A6DA1"/>
    <w:rsid w:val="004C3A73"/>
    <w:rsid w:val="004E5436"/>
    <w:rsid w:val="00501C20"/>
    <w:rsid w:val="00506AC1"/>
    <w:rsid w:val="0052085F"/>
    <w:rsid w:val="005D3AF5"/>
    <w:rsid w:val="00681A30"/>
    <w:rsid w:val="00681C58"/>
    <w:rsid w:val="006F1245"/>
    <w:rsid w:val="00706658"/>
    <w:rsid w:val="00757F96"/>
    <w:rsid w:val="0076704F"/>
    <w:rsid w:val="007A70FB"/>
    <w:rsid w:val="00802885"/>
    <w:rsid w:val="00911C5F"/>
    <w:rsid w:val="00912ADC"/>
    <w:rsid w:val="00A52011"/>
    <w:rsid w:val="00A70C9F"/>
    <w:rsid w:val="00A87DAA"/>
    <w:rsid w:val="00AD20F9"/>
    <w:rsid w:val="00AD602D"/>
    <w:rsid w:val="00B00CBE"/>
    <w:rsid w:val="00B37382"/>
    <w:rsid w:val="00BE2B5A"/>
    <w:rsid w:val="00BE6429"/>
    <w:rsid w:val="00C67591"/>
    <w:rsid w:val="00C81AC8"/>
    <w:rsid w:val="00C8352D"/>
    <w:rsid w:val="00C840BB"/>
    <w:rsid w:val="00D20767"/>
    <w:rsid w:val="00D65CD9"/>
    <w:rsid w:val="00D723C9"/>
    <w:rsid w:val="00D7621C"/>
    <w:rsid w:val="00DA57E9"/>
    <w:rsid w:val="00DB63A7"/>
    <w:rsid w:val="00DF61AA"/>
    <w:rsid w:val="00E408B8"/>
    <w:rsid w:val="00EC09B8"/>
    <w:rsid w:val="00FA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602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AD602D"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D602D"/>
    <w:rPr>
      <w:rFonts w:cs="Times New Roman"/>
      <w:kern w:val="2"/>
      <w:sz w:val="18"/>
      <w:szCs w:val="18"/>
    </w:rPr>
  </w:style>
  <w:style w:type="paragraph" w:customStyle="1" w:styleId="p0">
    <w:name w:val="p0"/>
    <w:basedOn w:val="Normal"/>
    <w:uiPriority w:val="99"/>
    <w:rsid w:val="00AD602D"/>
    <w:pPr>
      <w:widowControl/>
    </w:pPr>
    <w:rPr>
      <w:rFonts w:ascii="Calibri" w:hAnsi="Calibri" w:cs="宋体"/>
      <w:kern w:val="0"/>
      <w:szCs w:val="21"/>
    </w:rPr>
  </w:style>
  <w:style w:type="paragraph" w:customStyle="1" w:styleId="p16">
    <w:name w:val="p16"/>
    <w:basedOn w:val="Normal"/>
    <w:uiPriority w:val="99"/>
    <w:rsid w:val="00AD602D"/>
    <w:pPr>
      <w:widowControl/>
    </w:pPr>
    <w:rPr>
      <w:rFonts w:ascii="Calibri" w:hAnsi="Calibri" w:cs="宋体"/>
      <w:kern w:val="0"/>
      <w:szCs w:val="21"/>
    </w:rPr>
  </w:style>
  <w:style w:type="paragraph" w:styleId="Date">
    <w:name w:val="Date"/>
    <w:basedOn w:val="Normal"/>
    <w:next w:val="Normal"/>
    <w:link w:val="DateChar"/>
    <w:uiPriority w:val="99"/>
    <w:rsid w:val="00AD602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0905ED"/>
    <w:rPr>
      <w:szCs w:val="24"/>
    </w:rPr>
  </w:style>
  <w:style w:type="paragraph" w:styleId="Header">
    <w:name w:val="header"/>
    <w:basedOn w:val="Normal"/>
    <w:link w:val="HeaderChar"/>
    <w:uiPriority w:val="99"/>
    <w:rsid w:val="00AD6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0905ED"/>
    <w:rPr>
      <w:sz w:val="18"/>
      <w:szCs w:val="18"/>
    </w:rPr>
  </w:style>
  <w:style w:type="paragraph" w:customStyle="1" w:styleId="Char">
    <w:name w:val="Char"/>
    <w:basedOn w:val="DocumentMap"/>
    <w:uiPriority w:val="99"/>
    <w:semiHidden/>
    <w:rsid w:val="00AD602D"/>
    <w:rPr>
      <w:rFonts w:ascii="Tahoma" w:hAnsi="Tahoma" w:cs="Tahoma"/>
      <w:kern w:val="0"/>
      <w:sz w:val="18"/>
    </w:rPr>
  </w:style>
  <w:style w:type="paragraph" w:styleId="Footer">
    <w:name w:val="footer"/>
    <w:basedOn w:val="Normal"/>
    <w:link w:val="FooterChar"/>
    <w:uiPriority w:val="99"/>
    <w:rsid w:val="00AD6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905ED"/>
    <w:rPr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AD602D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5E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105</Words>
  <Characters>599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关于刘翔等8名考生申请公示的函</dc:title>
  <dc:subject/>
  <dc:creator>qingchu</dc:creator>
  <cp:keywords/>
  <dc:description/>
  <cp:lastModifiedBy>储蔚</cp:lastModifiedBy>
  <cp:revision>15</cp:revision>
  <cp:lastPrinted>2017-05-08T00:24:00Z</cp:lastPrinted>
  <dcterms:created xsi:type="dcterms:W3CDTF">2016-04-18T03:38:00Z</dcterms:created>
  <dcterms:modified xsi:type="dcterms:W3CDTF">2017-05-23T02:09:00Z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